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277"/>
        <w:gridCol w:w="269"/>
        <w:gridCol w:w="570"/>
        <w:gridCol w:w="347"/>
        <w:gridCol w:w="223"/>
        <w:gridCol w:w="330"/>
        <w:gridCol w:w="219"/>
        <w:gridCol w:w="21"/>
        <w:gridCol w:w="670"/>
        <w:gridCol w:w="499"/>
        <w:gridCol w:w="795"/>
        <w:gridCol w:w="141"/>
        <w:gridCol w:w="27"/>
        <w:gridCol w:w="1107"/>
        <w:gridCol w:w="356"/>
        <w:gridCol w:w="408"/>
        <w:gridCol w:w="310"/>
        <w:gridCol w:w="60"/>
        <w:gridCol w:w="426"/>
        <w:gridCol w:w="81"/>
        <w:gridCol w:w="178"/>
        <w:gridCol w:w="1463"/>
      </w:tblGrid>
      <w:tr w:rsidR="00053988" w:rsidRPr="007D71BD" w14:paraId="54D4281E" w14:textId="77777777" w:rsidTr="00E2222D">
        <w:trPr>
          <w:trHeight w:val="450"/>
        </w:trPr>
        <w:tc>
          <w:tcPr>
            <w:tcW w:w="5823" w:type="dxa"/>
            <w:gridSpan w:val="15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77777777" w:rsidR="00053988" w:rsidRPr="00DF5DEF" w:rsidRDefault="00DE46D0" w:rsidP="00053988">
            <w:pPr>
              <w:rPr>
                <w:lang w:val="en-GB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8240" behindDoc="0" locked="1" layoutInCell="0" allowOverlap="0" wp14:anchorId="0F48DDAD" wp14:editId="23B5CCBB">
                  <wp:simplePos x="0" y="0"/>
                  <wp:positionH relativeFrom="page">
                    <wp:posOffset>57785</wp:posOffset>
                  </wp:positionH>
                  <wp:positionV relativeFrom="page">
                    <wp:posOffset>123825</wp:posOffset>
                  </wp:positionV>
                  <wp:extent cx="3602990" cy="739140"/>
                  <wp:effectExtent l="0" t="0" r="0" b="3810"/>
                  <wp:wrapNone/>
                  <wp:docPr id="2" name="Grafik 2" descr="DGS-Kopf-2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GS-Kopf-2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2990" cy="739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16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3D79A0" w:rsidRDefault="000330C0" w:rsidP="000330C0">
            <w:pPr>
              <w:jc w:val="center"/>
              <w:rPr>
                <w:rFonts w:ascii="Arial" w:hAnsi="Arial" w:cs="Arial"/>
                <w:sz w:val="44"/>
                <w:szCs w:val="44"/>
                <w:lang w:val="en-US"/>
              </w:rPr>
            </w:pPr>
            <w:r w:rsidRPr="003D79A0">
              <w:rPr>
                <w:rFonts w:ascii="Arial" w:hAnsi="Arial" w:cs="Arial"/>
                <w:sz w:val="44"/>
                <w:szCs w:val="44"/>
                <w:lang w:val="en-US"/>
              </w:rPr>
              <w:t>Service Report</w:t>
            </w:r>
          </w:p>
        </w:tc>
      </w:tr>
      <w:tr w:rsidR="00053988" w:rsidRPr="007D71BD" w14:paraId="0BAC96BE" w14:textId="77777777" w:rsidTr="001B1621">
        <w:trPr>
          <w:trHeight w:val="322"/>
        </w:trPr>
        <w:tc>
          <w:tcPr>
            <w:tcW w:w="5823" w:type="dxa"/>
            <w:gridSpan w:val="15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DF5DEF" w:rsidRDefault="003E73BB" w:rsidP="00053988">
            <w:pPr>
              <w:rPr>
                <w:lang w:val="en-GB"/>
              </w:rPr>
            </w:pP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 xml:space="preserve">Repair Order </w:t>
            </w:r>
            <w:r>
              <w:rPr>
                <w:rFonts w:ascii="Arial" w:hAnsi="Arial" w:cs="Tahoma"/>
                <w:sz w:val="18"/>
                <w:szCs w:val="18"/>
                <w:lang w:val="en-GB"/>
              </w:rPr>
              <w:t xml:space="preserve">(RO) </w:t>
            </w: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Nr.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6F059754" w:rsidR="00053988" w:rsidRPr="00DF5DEF" w:rsidRDefault="000B798A" w:rsidP="00053988">
            <w:pPr>
              <w:rPr>
                <w:lang w:val="en-GB"/>
              </w:rPr>
            </w:pPr>
            <w:r>
              <w:rPr>
                <w:lang w:val="en-GB"/>
              </w:rPr>
              <w:t>To be determined</w:t>
            </w:r>
          </w:p>
        </w:tc>
      </w:tr>
      <w:tr w:rsidR="00053988" w:rsidRPr="007D71BD" w14:paraId="765E600F" w14:textId="77777777" w:rsidTr="001B1621">
        <w:trPr>
          <w:trHeight w:val="186"/>
        </w:trPr>
        <w:tc>
          <w:tcPr>
            <w:tcW w:w="5823" w:type="dxa"/>
            <w:gridSpan w:val="15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DF5DEF" w:rsidRDefault="003E73BB" w:rsidP="00053988">
            <w:pPr>
              <w:rPr>
                <w:lang w:val="en-GB"/>
              </w:rPr>
            </w:pPr>
            <w:r>
              <w:rPr>
                <w:rFonts w:ascii="Arial" w:hAnsi="Arial" w:cs="Tahoma"/>
                <w:sz w:val="18"/>
                <w:szCs w:val="18"/>
                <w:lang w:val="en-GB"/>
              </w:rPr>
              <w:t>Date of failure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3414DDFF" w:rsidR="00053988" w:rsidRPr="00DF5DEF" w:rsidRDefault="000B798A" w:rsidP="00053988">
            <w:pPr>
              <w:rPr>
                <w:lang w:val="en-GB"/>
              </w:rPr>
            </w:pPr>
            <w:r>
              <w:rPr>
                <w:lang w:val="en-GB"/>
              </w:rPr>
              <w:t>2023-06-07</w:t>
            </w:r>
          </w:p>
        </w:tc>
      </w:tr>
      <w:tr w:rsidR="00053988" w:rsidRPr="007D71BD" w14:paraId="191FA376" w14:textId="77777777" w:rsidTr="00DB257A">
        <w:trPr>
          <w:trHeight w:val="270"/>
        </w:trPr>
        <w:tc>
          <w:tcPr>
            <w:tcW w:w="5823" w:type="dxa"/>
            <w:gridSpan w:val="15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DF5DEF" w:rsidRDefault="001B1621" w:rsidP="003E73BB">
            <w:pPr>
              <w:rPr>
                <w:lang w:val="en-GB"/>
              </w:rPr>
            </w:pP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R</w:t>
            </w:r>
            <w:r w:rsidR="003E73BB">
              <w:rPr>
                <w:rFonts w:ascii="Arial" w:hAnsi="Arial" w:cs="Tahoma"/>
                <w:sz w:val="18"/>
                <w:szCs w:val="18"/>
                <w:lang w:val="en-GB"/>
              </w:rPr>
              <w:t xml:space="preserve">epair Order </w:t>
            </w: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Open Date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51EF594F" w:rsidR="00053988" w:rsidRPr="00DF5DEF" w:rsidRDefault="000B798A" w:rsidP="00053988">
            <w:pPr>
              <w:rPr>
                <w:lang w:val="en-GB"/>
              </w:rPr>
            </w:pPr>
            <w:r>
              <w:rPr>
                <w:lang w:val="en-GB"/>
              </w:rPr>
              <w:t>2023-06-07</w:t>
            </w:r>
          </w:p>
        </w:tc>
      </w:tr>
      <w:tr w:rsidR="005D7075" w:rsidRPr="002E4AEB" w14:paraId="2AC0AC6D" w14:textId="77777777">
        <w:tc>
          <w:tcPr>
            <w:tcW w:w="10239" w:type="dxa"/>
            <w:gridSpan w:val="2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12896221" w:rsidR="005D7075" w:rsidRPr="00F90DC8" w:rsidRDefault="00F90DC8" w:rsidP="007969C8">
            <w:pPr>
              <w:spacing w:before="100" w:beforeAutospacing="1" w:after="119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F90DC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From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3B2495" w:rsidRPr="00F90DC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&lt;&lt;Global Industrial Solutions&gt;&gt; LLC, 100097 Tashkent, Uzbekistan, Tel: +998712319238</w:t>
            </w:r>
          </w:p>
        </w:tc>
      </w:tr>
      <w:tr w:rsidR="005D7075" w:rsidRPr="002E4AEB" w14:paraId="6B1A9A35" w14:textId="77777777">
        <w:tc>
          <w:tcPr>
            <w:tcW w:w="10239" w:type="dxa"/>
            <w:gridSpan w:val="2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E026CB" w:rsidRDefault="003B2495" w:rsidP="005967E0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it-I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Report to: </w:t>
            </w:r>
            <w:r w:rsidR="005967E0" w:rsidRPr="003B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Rolf Oerter, Customer Support, </w:t>
            </w:r>
            <w:proofErr w:type="gramStart"/>
            <w:r w:rsidR="005967E0" w:rsidRPr="003B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Training</w:t>
            </w:r>
            <w:r w:rsidR="005967E0" w:rsidRPr="005967E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026CB" w:rsidRPr="005967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026CB" w:rsidRPr="005967E0">
              <w:rPr>
                <w:rFonts w:ascii="Arial" w:hAnsi="Arial" w:cs="Arial"/>
                <w:sz w:val="16"/>
                <w:szCs w:val="16"/>
                <w:lang w:val="en-US"/>
              </w:rPr>
              <w:t>Tel</w:t>
            </w:r>
            <w:proofErr w:type="gramEnd"/>
            <w:r w:rsidR="00E026CB"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: </w:t>
            </w:r>
            <w:r w:rsidR="005967E0" w:rsidRPr="005967E0">
              <w:rPr>
                <w:rFonts w:ascii="Arial" w:hAnsi="Arial" w:cs="Arial"/>
                <w:sz w:val="16"/>
                <w:szCs w:val="16"/>
                <w:lang w:val="en-US"/>
              </w:rPr>
              <w:t>+49 6131-5807-737</w:t>
            </w:r>
            <w:r w:rsidR="005967E0">
              <w:rPr>
                <w:rFonts w:ascii="Arial" w:hAnsi="Arial" w:cs="Arial"/>
                <w:sz w:val="16"/>
                <w:szCs w:val="16"/>
                <w:lang w:val="en-US"/>
              </w:rPr>
              <w:t>, cell: +49 1761-5807-737</w:t>
            </w:r>
            <w:r w:rsidR="005967E0"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  email: </w:t>
            </w:r>
            <w:hyperlink r:id="rId6" w:history="1">
              <w:r w:rsidR="005967E0" w:rsidRPr="005967E0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roerter@dgs-mainz.com</w:t>
              </w:r>
            </w:hyperlink>
            <w:r w:rsidR="005967E0" w:rsidRPr="005967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DB257A" w14:paraId="3745D90C" w14:textId="77777777" w:rsidTr="00146F5A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Customer, </w:t>
            </w:r>
            <w:proofErr w:type="spell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Orderer</w:t>
            </w:r>
            <w:proofErr w:type="spellEnd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E026CB" w:rsidRDefault="00E2222D" w:rsidP="00E2222D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Enduser</w:t>
            </w:r>
            <w:proofErr w:type="spellEnd"/>
            <w:r w:rsidR="005D7075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, 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Owner</w:t>
            </w:r>
            <w:r w:rsidR="005D7075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Location of repair:</w:t>
            </w:r>
          </w:p>
        </w:tc>
      </w:tr>
      <w:tr w:rsidR="009F7B5D" w:rsidRPr="00DF5DEF" w14:paraId="41A10E6A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Name: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0D665A9E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Toshshahartransxsizmat</w:t>
            </w:r>
            <w:proofErr w:type="spellEnd"/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658E838A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Toshshahartransxsizmat</w:t>
            </w:r>
            <w:proofErr w:type="spellEnd"/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6178F67C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Toshshahartransxsizmat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Fleet</w:t>
            </w:r>
          </w:p>
        </w:tc>
      </w:tr>
      <w:tr w:rsidR="009F7B5D" w:rsidRPr="00022609" w14:paraId="356D156E" w14:textId="77777777" w:rsidTr="004E7849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Street: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</w:tcBorders>
          </w:tcPr>
          <w:p w14:paraId="1992AE20" w14:textId="77777777" w:rsidR="009F7B5D" w:rsidRPr="00E026CB" w:rsidRDefault="009F7B5D" w:rsidP="009F7B5D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</w:tcBorders>
          </w:tcPr>
          <w:p w14:paraId="2B2ED279" w14:textId="77777777" w:rsidR="009F7B5D" w:rsidRPr="00E026CB" w:rsidRDefault="009F7B5D" w:rsidP="009F7B5D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77777777" w:rsidR="009F7B5D" w:rsidRPr="00E026CB" w:rsidRDefault="009F7B5D" w:rsidP="009F7B5D">
            <w:pPr>
              <w:tabs>
                <w:tab w:val="left" w:pos="3420"/>
                <w:tab w:val="left" w:pos="5040"/>
              </w:tabs>
              <w:snapToGrid w:val="0"/>
              <w:ind w:right="-1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9F7B5D" w:rsidRPr="00DF5DEF" w14:paraId="75AE9822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Town:</w:t>
            </w:r>
          </w:p>
        </w:tc>
        <w:tc>
          <w:tcPr>
            <w:tcW w:w="28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2AAF0ED4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Tashkent</w:t>
            </w:r>
          </w:p>
        </w:tc>
        <w:tc>
          <w:tcPr>
            <w:tcW w:w="32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16259D8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Tashkent</w:t>
            </w:r>
          </w:p>
        </w:tc>
        <w:tc>
          <w:tcPr>
            <w:tcW w:w="32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28E9EBBD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Tashkent</w:t>
            </w:r>
          </w:p>
        </w:tc>
      </w:tr>
      <w:tr w:rsidR="009F7B5D" w:rsidRPr="00DF5DEF" w14:paraId="617147C2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ZIP Code</w:t>
            </w:r>
          </w:p>
        </w:tc>
        <w:tc>
          <w:tcPr>
            <w:tcW w:w="285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9F7B5D" w:rsidRPr="00E026CB" w:rsidRDefault="009F7B5D" w:rsidP="009F7B5D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77777777" w:rsidR="009F7B5D" w:rsidRPr="00E026CB" w:rsidRDefault="009F7B5D" w:rsidP="009F7B5D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28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77777777" w:rsidR="009F7B5D" w:rsidRPr="00E026CB" w:rsidRDefault="009F7B5D" w:rsidP="009F7B5D">
            <w:pPr>
              <w:tabs>
                <w:tab w:val="left" w:pos="3420"/>
                <w:tab w:val="left" w:pos="5040"/>
              </w:tabs>
              <w:snapToGri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9F7B5D" w:rsidRPr="004E7849" w14:paraId="5EA1E98C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color w:val="FF0000"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color w:val="FF0000"/>
                <w:sz w:val="16"/>
                <w:szCs w:val="14"/>
                <w:lang w:val="en-GB"/>
              </w:rPr>
              <w:t>Province:</w:t>
            </w:r>
          </w:p>
        </w:tc>
        <w:tc>
          <w:tcPr>
            <w:tcW w:w="285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9F7B5D" w:rsidRPr="00E026CB" w:rsidRDefault="009F7B5D" w:rsidP="009F7B5D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9F7B5D" w:rsidRPr="00E026CB" w:rsidRDefault="009F7B5D" w:rsidP="009F7B5D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28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77777777" w:rsidR="009F7B5D" w:rsidRPr="00E026CB" w:rsidRDefault="009F7B5D" w:rsidP="009F7B5D">
            <w:pPr>
              <w:tabs>
                <w:tab w:val="left" w:pos="3420"/>
                <w:tab w:val="left" w:pos="5040"/>
              </w:tabs>
              <w:snapToGrid w:val="0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9F7B5D" w:rsidRPr="00DF5DEF" w14:paraId="4130E7EA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Contact: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9F7B5D" w:rsidRPr="00DF5DEF" w14:paraId="3E842C60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Tel.: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9F7B5D" w:rsidRPr="00DF5DEF" w14:paraId="1F5B20A0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Fax: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9F7B5D" w:rsidRPr="00DF5DEF" w14:paraId="5600ABA3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email: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9F7B5D" w:rsidRPr="00DF5DEF" w14:paraId="40F3B33E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sz w:val="14"/>
                <w:szCs w:val="14"/>
                <w:lang w:val="en-GB"/>
              </w:rPr>
              <w:t>Customer Purchase order #:</w:t>
            </w:r>
          </w:p>
        </w:tc>
        <w:tc>
          <w:tcPr>
            <w:tcW w:w="2258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3260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sz w:val="14"/>
                <w:szCs w:val="14"/>
                <w:lang w:val="en-GB"/>
              </w:rPr>
              <w:t>Customer PO Date: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F7B5D" w:rsidRPr="00DF5DEF" w14:paraId="1FDF64B0" w14:textId="77777777" w:rsidTr="00A83BA2">
        <w:tc>
          <w:tcPr>
            <w:tcW w:w="3718" w:type="dxa"/>
            <w:gridSpan w:val="11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Repairing Outlet (Allison Dealer)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</w:pP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9F7B5D" w:rsidRPr="00E026CB" w:rsidRDefault="009F7B5D" w:rsidP="009F7B5D">
            <w:pPr>
              <w:pStyle w:val="TabellenInhalt"/>
              <w:snapToGrid w:val="0"/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F7B5D" w:rsidRPr="00DF5DEF" w14:paraId="48DC0258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Transm. Model: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594B2CAC" w:rsidR="009F7B5D" w:rsidRPr="00E026CB" w:rsidRDefault="00EC75A1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C75A1">
              <w:rPr>
                <w:rFonts w:ascii="Arial" w:hAnsi="Arial" w:cs="Arial"/>
                <w:sz w:val="16"/>
                <w:szCs w:val="16"/>
                <w:highlight w:val="yellow"/>
                <w:lang w:val="en-GB"/>
              </w:rPr>
              <w:t>T375_R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PN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SN: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75F81266" w:rsidR="009F7B5D" w:rsidRPr="00F90DC8" w:rsidRDefault="00AF55A4" w:rsidP="009F7B5D">
            <w:pPr>
              <w:pStyle w:val="TabellenInhalt"/>
              <w:snapToGrid w:val="0"/>
              <w:spacing w:after="0"/>
              <w:jc w:val="both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  <w:r w:rsidRPr="00F90DC8"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  <w:t>6511934203</w:t>
            </w:r>
          </w:p>
        </w:tc>
      </w:tr>
      <w:tr w:rsidR="009F7B5D" w:rsidRPr="00DF5DEF" w14:paraId="2463FF05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Transmission: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PN: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SN: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9F7B5D" w:rsidRPr="00A83BA2" w14:paraId="5041A960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TCM, ECU, 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or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Shift Sel.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PN 2: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SN 2: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9F7B5D" w:rsidRPr="00A83BA2" w14:paraId="022ECE68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gram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Replacement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TCM</w:t>
            </w:r>
            <w:proofErr w:type="gramEnd"/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, ECU, 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or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Shift Sel.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      PN 2: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      SN 2: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9F7B5D" w:rsidRPr="00DF5DEF" w14:paraId="310F021C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Non-Allison Part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PN 3: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SN 3: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9F7B5D" w:rsidRPr="00DF5DEF" w14:paraId="1F637912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Application: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OEM: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Model: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9F7B5D" w:rsidRPr="00DF5DEF" w14:paraId="4B200737" w14:textId="7777777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Application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Code: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iCs/>
                <w:sz w:val="16"/>
                <w:szCs w:val="16"/>
                <w:lang w:val="en-GB"/>
              </w:rPr>
            </w:pPr>
          </w:p>
        </w:tc>
        <w:tc>
          <w:tcPr>
            <w:tcW w:w="6521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  <w:tr w:rsidR="009F7B5D" w:rsidRPr="00DF5DEF" w14:paraId="1D0D3FC2" w14:textId="7777777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vehicle ID #: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proofErr w:type="spellStart"/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Registr.plate</w:t>
            </w:r>
            <w:proofErr w:type="spellEnd"/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Engine:</w:t>
            </w:r>
          </w:p>
        </w:tc>
        <w:tc>
          <w:tcPr>
            <w:tcW w:w="2518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9F7B5D" w:rsidRPr="00DF5DEF" w14:paraId="4022EE61" w14:textId="7777777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In Service Date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Veh.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hours: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Veh.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km:</w:t>
            </w:r>
          </w:p>
        </w:tc>
        <w:tc>
          <w:tcPr>
            <w:tcW w:w="2518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20D44F29" w:rsidR="009F7B5D" w:rsidRPr="00E026CB" w:rsidRDefault="00AF55A4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Ca 10000</w:t>
            </w:r>
          </w:p>
        </w:tc>
      </w:tr>
      <w:tr w:rsidR="009F7B5D" w:rsidRPr="002E4AEB" w14:paraId="5A03C786" w14:textId="77777777" w:rsidTr="00AD0041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gram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Pre Delivery</w:t>
            </w:r>
            <w:proofErr w:type="gramEnd"/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NO</w:t>
            </w:r>
          </w:p>
        </w:tc>
        <w:tc>
          <w:tcPr>
            <w:tcW w:w="57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Claim Type: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560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77777777" w:rsidR="009F7B5D" w:rsidRPr="00AD0041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D0041">
              <w:rPr>
                <w:rFonts w:ascii="Arial" w:hAnsi="Arial" w:cs="Arial"/>
                <w:b/>
                <w:sz w:val="16"/>
                <w:szCs w:val="16"/>
                <w:lang w:val="en-GB"/>
              </w:rPr>
              <w:t>Field Action #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or Activity Indicator</w:t>
            </w:r>
          </w:p>
        </w:tc>
        <w:tc>
          <w:tcPr>
            <w:tcW w:w="172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9F7B5D" w:rsidRPr="002E4AEB" w14:paraId="142DD5D9" w14:textId="77777777" w:rsidTr="00DB257A">
        <w:tc>
          <w:tcPr>
            <w:tcW w:w="6957" w:type="dxa"/>
            <w:gridSpan w:val="17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proofErr w:type="gram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Transmission</w:t>
            </w:r>
            <w:r w:rsidRPr="00E026CB">
              <w:rPr>
                <w:rFonts w:ascii="Arial" w:hAnsi="Arial" w:cs="Arial"/>
                <w:sz w:val="16"/>
                <w:szCs w:val="16"/>
                <w:lang w:val="en-GB"/>
              </w:rPr>
              <w:t xml:space="preserve"> :</w:t>
            </w:r>
            <w:proofErr w:type="gramEnd"/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93F15A2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9F7B5D" w:rsidRPr="00AB4CC6" w14:paraId="316F643E" w14:textId="77777777" w:rsidTr="00AB4CC6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Travel Time: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Travel km if company car used: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F577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PFPN: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9F7B5D" w:rsidRPr="00AB4CC6" w14:paraId="4E3EE715" w14:textId="77777777" w:rsidTr="00344925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Labor Last Applied date: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Technician’s Name:</w:t>
            </w:r>
          </w:p>
        </w:tc>
        <w:tc>
          <w:tcPr>
            <w:tcW w:w="2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9F7B5D" w:rsidRPr="005D7075" w14:paraId="0B251A7C" w14:textId="77777777" w:rsidTr="00406CFC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AWAARE Failure Code</w:t>
            </w:r>
          </w:p>
        </w:tc>
        <w:tc>
          <w:tcPr>
            <w:tcW w:w="1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0F28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  <w:tr w:rsidR="009F7B5D" w:rsidRPr="005D7075" w14:paraId="0E08F8B7" w14:textId="77777777" w:rsidTr="00406CFC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205788E6" w:rsidR="009F7B5D" w:rsidRPr="00E026CB" w:rsidRDefault="00AF55A4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P0989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B17D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9F7B5D" w:rsidRPr="00E026CB" w:rsidRDefault="009F7B5D" w:rsidP="009F7B5D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</w:tbl>
    <w:p w14:paraId="093A4393" w14:textId="77777777" w:rsidR="0065737B" w:rsidRDefault="0065737B" w:rsidP="00912D3B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B3F0FA2" w14:textId="77777777" w:rsidR="00A656F9" w:rsidRDefault="00A656F9">
      <w:pPr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 w:type="page"/>
      </w:r>
    </w:p>
    <w:p w14:paraId="5D477A4A" w14:textId="33D4A43C" w:rsidR="00271D47" w:rsidRPr="00912D3B" w:rsidRDefault="00EA3FBB" w:rsidP="00912D3B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DB257A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Complaint:</w:t>
      </w:r>
      <w:r w:rsidR="00001C8E" w:rsidRPr="00DB257A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FE75A2" w:rsidRPr="00FE75A2">
        <w:rPr>
          <w:rFonts w:ascii="Arial" w:hAnsi="Arial" w:cs="Arial"/>
          <w:sz w:val="20"/>
          <w:szCs w:val="20"/>
          <w:lang w:val="en-US"/>
        </w:rPr>
        <w:t xml:space="preserve">EBS alert in drivers display. </w:t>
      </w:r>
      <w:r w:rsidR="00FE75A2">
        <w:rPr>
          <w:rFonts w:ascii="Arial" w:hAnsi="Arial" w:cs="Arial"/>
          <w:sz w:val="20"/>
          <w:szCs w:val="20"/>
          <w:lang w:val="en-US"/>
        </w:rPr>
        <w:t>Failure code in Transmission shift selector</w:t>
      </w:r>
    </w:p>
    <w:p w14:paraId="1A2B4AD1" w14:textId="77777777" w:rsidR="00507AC2" w:rsidRPr="00001C8E" w:rsidRDefault="00507AC2" w:rsidP="00B876A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en-US"/>
        </w:rPr>
      </w:pPr>
    </w:p>
    <w:p w14:paraId="09E1F6EA" w14:textId="39E1EB14" w:rsidR="00B72E22" w:rsidRDefault="00DB257A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proofErr w:type="gramStart"/>
      <w:r>
        <w:rPr>
          <w:rFonts w:ascii="Arial" w:hAnsi="Arial" w:cs="Arial"/>
          <w:b/>
          <w:sz w:val="20"/>
          <w:szCs w:val="20"/>
          <w:lang w:val="fr-FR"/>
        </w:rPr>
        <w:t>Cause</w:t>
      </w:r>
      <w:r w:rsidR="00B72E22" w:rsidRPr="00070A1F">
        <w:rPr>
          <w:rFonts w:ascii="Arial" w:hAnsi="Arial" w:cs="Arial"/>
          <w:b/>
          <w:sz w:val="20"/>
          <w:szCs w:val="20"/>
          <w:lang w:val="fr-FR"/>
        </w:rPr>
        <w:t>:</w:t>
      </w:r>
      <w:proofErr w:type="gramEnd"/>
      <w:r w:rsidR="00FE75A2">
        <w:rPr>
          <w:rFonts w:ascii="Arial" w:hAnsi="Arial" w:cs="Arial"/>
          <w:b/>
          <w:sz w:val="20"/>
          <w:szCs w:val="20"/>
          <w:lang w:val="fr-FR"/>
        </w:rPr>
        <w:t xml:space="preserve">  </w:t>
      </w:r>
      <w:r w:rsidR="00FE75A2" w:rsidRPr="00FE75A2">
        <w:rPr>
          <w:rFonts w:ascii="Arial" w:hAnsi="Arial" w:cs="Arial"/>
          <w:sz w:val="20"/>
          <w:szCs w:val="20"/>
          <w:lang w:val="en-US"/>
        </w:rPr>
        <w:t>DTC P0989 active</w:t>
      </w:r>
    </w:p>
    <w:p w14:paraId="3CCA3152" w14:textId="77777777" w:rsidR="00B53A39" w:rsidRDefault="00B53A39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30F03589" w14:textId="77777777" w:rsidR="00FE75A2" w:rsidRDefault="00070A1F" w:rsidP="00FE75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FE75A2">
        <w:rPr>
          <w:rFonts w:ascii="Arial" w:hAnsi="Arial" w:cs="Arial"/>
          <w:b/>
          <w:sz w:val="20"/>
          <w:szCs w:val="20"/>
          <w:lang w:val="en-US"/>
        </w:rPr>
        <w:t>Correction</w:t>
      </w:r>
      <w:r w:rsidR="00B53A39" w:rsidRPr="00FE75A2">
        <w:rPr>
          <w:rFonts w:ascii="Arial" w:hAnsi="Arial" w:cs="Arial"/>
          <w:b/>
          <w:sz w:val="20"/>
          <w:szCs w:val="20"/>
          <w:lang w:val="en-US"/>
        </w:rPr>
        <w:t xml:space="preserve">: </w:t>
      </w:r>
      <w:r w:rsidR="00FE75A2" w:rsidRPr="00FE75A2">
        <w:rPr>
          <w:rFonts w:ascii="Arial" w:hAnsi="Arial" w:cs="Arial"/>
          <w:bCs/>
          <w:sz w:val="20"/>
          <w:szCs w:val="20"/>
          <w:lang w:val="en-US"/>
        </w:rPr>
        <w:t>Checked vehicle on job site at customer fleet garage.</w:t>
      </w:r>
    </w:p>
    <w:p w14:paraId="33D2E71D" w14:textId="0A42A8D5" w:rsidR="00391E69" w:rsidRDefault="00FE75A2" w:rsidP="00FE75A2">
      <w:pPr>
        <w:pStyle w:val="Listenabsatz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FE75A2">
        <w:rPr>
          <w:rFonts w:ascii="Arial" w:hAnsi="Arial" w:cs="Arial"/>
          <w:bCs/>
          <w:sz w:val="20"/>
          <w:szCs w:val="20"/>
          <w:lang w:val="en-US"/>
        </w:rPr>
        <w:t>Performed diagnostics and troubleshooting with Allison DOC diagnostic system.</w:t>
      </w:r>
    </w:p>
    <w:p w14:paraId="100840A9" w14:textId="790E6875" w:rsidR="00FE75A2" w:rsidRDefault="00FE75A2" w:rsidP="00FE75A2">
      <w:pPr>
        <w:pStyle w:val="Listenabsatz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Identified retarder pressure sensor or TCM or vehicle wiring harness as root cause of failure.</w:t>
      </w:r>
    </w:p>
    <w:p w14:paraId="457596D7" w14:textId="252DF0D5" w:rsidR="00FE75A2" w:rsidRPr="00FE75A2" w:rsidRDefault="00FE75A2" w:rsidP="00FE75A2">
      <w:pPr>
        <w:pStyle w:val="Listenabsatz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Recorded a snapshot data file.</w:t>
      </w:r>
    </w:p>
    <w:p w14:paraId="3CF91296" w14:textId="77777777" w:rsidR="00DB257A" w:rsidRDefault="00DB257A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17D49222" w14:textId="77777777" w:rsidR="00FE75A2" w:rsidRDefault="00912D3B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  <w:r w:rsidRPr="00DB257A">
        <w:rPr>
          <w:rFonts w:ascii="Arial" w:hAnsi="Arial" w:cs="Arial"/>
          <w:b/>
          <w:bCs/>
          <w:sz w:val="20"/>
          <w:szCs w:val="20"/>
          <w:lang w:val="en-US"/>
        </w:rPr>
        <w:t xml:space="preserve">Comment: </w:t>
      </w:r>
      <w:r w:rsidR="00FE75A2" w:rsidRPr="00FE75A2">
        <w:rPr>
          <w:rFonts w:ascii="Arial" w:hAnsi="Arial" w:cs="Arial"/>
          <w:sz w:val="20"/>
          <w:szCs w:val="20"/>
          <w:lang w:val="en-US"/>
        </w:rPr>
        <w:t>The next troubleshooting steps are:</w:t>
      </w:r>
    </w:p>
    <w:p w14:paraId="3A4AD02C" w14:textId="3F97D39D" w:rsidR="00912D3B" w:rsidRDefault="00FE75A2" w:rsidP="00FE75A2">
      <w:pPr>
        <w:pStyle w:val="Listenabsatz"/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F90DC8">
        <w:rPr>
          <w:rFonts w:ascii="Arial" w:hAnsi="Arial" w:cs="Arial"/>
          <w:b/>
          <w:bCs/>
          <w:sz w:val="20"/>
          <w:szCs w:val="20"/>
          <w:u w:val="single"/>
          <w:lang w:val="en-US"/>
        </w:rPr>
        <w:t xml:space="preserve">Temporarily </w:t>
      </w:r>
      <w:r>
        <w:rPr>
          <w:rFonts w:ascii="Arial" w:hAnsi="Arial" w:cs="Arial"/>
          <w:sz w:val="20"/>
          <w:szCs w:val="20"/>
          <w:lang w:val="en-US"/>
        </w:rPr>
        <w:t>change the retarder pressure sensor</w:t>
      </w:r>
      <w:r w:rsidR="00477467">
        <w:rPr>
          <w:rFonts w:ascii="Arial" w:hAnsi="Arial" w:cs="Arial"/>
          <w:sz w:val="20"/>
          <w:szCs w:val="20"/>
          <w:lang w:val="en-US"/>
        </w:rPr>
        <w:t xml:space="preserve"> </w:t>
      </w:r>
      <w:r w:rsidR="00477467" w:rsidRPr="00477467">
        <w:rPr>
          <w:rFonts w:ascii="Arial" w:hAnsi="Arial" w:cs="Arial"/>
          <w:sz w:val="20"/>
          <w:szCs w:val="20"/>
          <w:lang w:val="en-US"/>
        </w:rPr>
        <w:t>29548995</w:t>
      </w:r>
      <w:r>
        <w:rPr>
          <w:rFonts w:ascii="Arial" w:hAnsi="Arial" w:cs="Arial"/>
          <w:sz w:val="20"/>
          <w:szCs w:val="20"/>
          <w:lang w:val="en-US"/>
        </w:rPr>
        <w:t xml:space="preserve"> by another one retarder pressure sensor</w:t>
      </w:r>
      <w:r w:rsidR="00477467">
        <w:rPr>
          <w:rFonts w:ascii="Arial" w:hAnsi="Arial" w:cs="Arial"/>
          <w:sz w:val="20"/>
          <w:szCs w:val="20"/>
          <w:lang w:val="en-US"/>
        </w:rPr>
        <w:t xml:space="preserve"> </w:t>
      </w:r>
      <w:r w:rsidR="00477467" w:rsidRPr="00477467">
        <w:rPr>
          <w:rFonts w:ascii="Arial" w:hAnsi="Arial" w:cs="Arial"/>
          <w:sz w:val="20"/>
          <w:szCs w:val="20"/>
          <w:lang w:val="en-US"/>
        </w:rPr>
        <w:t>29548995</w:t>
      </w:r>
      <w:r>
        <w:rPr>
          <w:rFonts w:ascii="Arial" w:hAnsi="Arial" w:cs="Arial"/>
          <w:sz w:val="20"/>
          <w:szCs w:val="20"/>
          <w:lang w:val="en-US"/>
        </w:rPr>
        <w:t xml:space="preserve"> from another bus. If this fixes the problem, order new sensor and replace the sensor.</w:t>
      </w:r>
    </w:p>
    <w:p w14:paraId="61755065" w14:textId="53BF9DE3" w:rsidR="00FE75A2" w:rsidRDefault="00FE75A2" w:rsidP="00133495">
      <w:pPr>
        <w:pStyle w:val="Listenabsatz"/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F90DC8">
        <w:rPr>
          <w:rFonts w:ascii="Arial" w:hAnsi="Arial" w:cs="Arial"/>
          <w:b/>
          <w:bCs/>
          <w:sz w:val="20"/>
          <w:szCs w:val="20"/>
          <w:u w:val="single"/>
          <w:lang w:val="en-US"/>
        </w:rPr>
        <w:t>Temporarily</w:t>
      </w:r>
      <w:r>
        <w:rPr>
          <w:rFonts w:ascii="Arial" w:hAnsi="Arial" w:cs="Arial"/>
          <w:sz w:val="20"/>
          <w:szCs w:val="20"/>
          <w:lang w:val="en-US"/>
        </w:rPr>
        <w:t xml:space="preserve"> change the TCM (Gen</w:t>
      </w:r>
      <w:proofErr w:type="gramStart"/>
      <w:r>
        <w:rPr>
          <w:rFonts w:ascii="Arial" w:hAnsi="Arial" w:cs="Arial"/>
          <w:sz w:val="20"/>
          <w:szCs w:val="20"/>
          <w:lang w:val="en-US"/>
        </w:rPr>
        <w:t xml:space="preserve">6,  </w:t>
      </w:r>
      <w:r w:rsidR="00915724">
        <w:rPr>
          <w:rFonts w:ascii="Arial" w:hAnsi="Arial" w:cs="Arial"/>
          <w:sz w:val="20"/>
          <w:szCs w:val="20"/>
          <w:lang w:val="en-US"/>
        </w:rPr>
        <w:t>73</w:t>
      </w:r>
      <w:proofErr w:type="gramEnd"/>
      <w:r w:rsidR="00915724">
        <w:rPr>
          <w:rFonts w:ascii="Arial" w:hAnsi="Arial" w:cs="Arial"/>
          <w:sz w:val="20"/>
          <w:szCs w:val="20"/>
          <w:lang w:val="en-US"/>
        </w:rPr>
        <w:t xml:space="preserve">CR0ZA0) </w:t>
      </w:r>
      <w:r>
        <w:rPr>
          <w:rFonts w:ascii="Arial" w:hAnsi="Arial" w:cs="Arial"/>
          <w:sz w:val="20"/>
          <w:szCs w:val="20"/>
          <w:lang w:val="en-US"/>
        </w:rPr>
        <w:t xml:space="preserve"> by another one </w:t>
      </w:r>
      <w:r w:rsidR="00915724">
        <w:rPr>
          <w:rFonts w:ascii="Arial" w:hAnsi="Arial" w:cs="Arial"/>
          <w:sz w:val="20"/>
          <w:szCs w:val="20"/>
          <w:lang w:val="en-US"/>
        </w:rPr>
        <w:t xml:space="preserve">TCM (Gen6,  73CR0ZA0) </w:t>
      </w:r>
      <w:r>
        <w:rPr>
          <w:rFonts w:ascii="Arial" w:hAnsi="Arial" w:cs="Arial"/>
          <w:sz w:val="20"/>
          <w:szCs w:val="20"/>
          <w:lang w:val="en-US"/>
        </w:rPr>
        <w:t xml:space="preserve"> from another bus. If this fixes the problem, order new </w:t>
      </w:r>
      <w:r w:rsidR="00915724">
        <w:rPr>
          <w:rFonts w:ascii="Arial" w:hAnsi="Arial" w:cs="Arial"/>
          <w:sz w:val="20"/>
          <w:szCs w:val="20"/>
          <w:lang w:val="en-US"/>
        </w:rPr>
        <w:t>TCM</w:t>
      </w:r>
      <w:r>
        <w:rPr>
          <w:rFonts w:ascii="Arial" w:hAnsi="Arial" w:cs="Arial"/>
          <w:sz w:val="20"/>
          <w:szCs w:val="20"/>
          <w:lang w:val="en-US"/>
        </w:rPr>
        <w:t xml:space="preserve"> and replace the </w:t>
      </w:r>
      <w:r w:rsidR="00915724">
        <w:rPr>
          <w:rFonts w:ascii="Arial" w:hAnsi="Arial" w:cs="Arial"/>
          <w:sz w:val="20"/>
          <w:szCs w:val="20"/>
          <w:lang w:val="en-US"/>
        </w:rPr>
        <w:t>TCM.</w:t>
      </w:r>
    </w:p>
    <w:p w14:paraId="2C904F5F" w14:textId="1C333ED4" w:rsidR="00133495" w:rsidRDefault="00133495" w:rsidP="00133495">
      <w:pPr>
        <w:pStyle w:val="Listenabsatz"/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F90DC8">
        <w:rPr>
          <w:rFonts w:ascii="Arial" w:hAnsi="Arial" w:cs="Arial"/>
          <w:b/>
          <w:bCs/>
          <w:sz w:val="20"/>
          <w:szCs w:val="20"/>
          <w:u w:val="single"/>
          <w:lang w:val="en-US"/>
        </w:rPr>
        <w:t>If both above methods do not fix the failure</w:t>
      </w:r>
      <w:r>
        <w:rPr>
          <w:rFonts w:ascii="Arial" w:hAnsi="Arial" w:cs="Arial"/>
          <w:sz w:val="20"/>
          <w:szCs w:val="20"/>
          <w:lang w:val="en-US"/>
        </w:rPr>
        <w:t xml:space="preserve">, replace </w:t>
      </w:r>
      <w:r w:rsidR="0019279C">
        <w:rPr>
          <w:rFonts w:ascii="Arial" w:hAnsi="Arial" w:cs="Arial"/>
          <w:sz w:val="20"/>
          <w:szCs w:val="20"/>
          <w:lang w:val="en-US"/>
        </w:rPr>
        <w:t xml:space="preserve">or repair </w:t>
      </w:r>
      <w:r>
        <w:rPr>
          <w:rFonts w:ascii="Arial" w:hAnsi="Arial" w:cs="Arial"/>
          <w:sz w:val="20"/>
          <w:szCs w:val="20"/>
          <w:lang w:val="en-US"/>
        </w:rPr>
        <w:t>vehicle wiring harness</w:t>
      </w:r>
      <w:r w:rsidR="0019279C">
        <w:rPr>
          <w:rFonts w:ascii="Arial" w:hAnsi="Arial" w:cs="Arial"/>
          <w:sz w:val="20"/>
          <w:szCs w:val="20"/>
          <w:lang w:val="en-US"/>
        </w:rPr>
        <w:t xml:space="preserve"> </w:t>
      </w:r>
      <w:r w:rsidR="0019279C" w:rsidRPr="0019279C">
        <w:rPr>
          <w:rFonts w:ascii="Arial" w:hAnsi="Arial" w:cs="Arial"/>
          <w:sz w:val="20"/>
          <w:szCs w:val="20"/>
          <w:lang w:val="en-US"/>
        </w:rPr>
        <w:t>36REV0501CLB</w:t>
      </w:r>
      <w:r w:rsidR="0019279C">
        <w:rPr>
          <w:rFonts w:ascii="Arial" w:hAnsi="Arial" w:cs="Arial"/>
          <w:sz w:val="20"/>
          <w:szCs w:val="20"/>
          <w:lang w:val="en-US"/>
        </w:rPr>
        <w:t xml:space="preserve">, and/or </w:t>
      </w:r>
      <w:r w:rsidR="0019279C" w:rsidRPr="0019279C">
        <w:rPr>
          <w:rFonts w:ascii="Arial" w:hAnsi="Arial" w:cs="Arial"/>
          <w:sz w:val="20"/>
          <w:szCs w:val="20"/>
          <w:lang w:val="en-US"/>
        </w:rPr>
        <w:t>S3W01L</w:t>
      </w:r>
      <w:r w:rsidR="0019279C">
        <w:rPr>
          <w:rFonts w:ascii="Arial" w:hAnsi="Arial" w:cs="Arial"/>
          <w:sz w:val="20"/>
          <w:szCs w:val="20"/>
          <w:lang w:val="en-US"/>
        </w:rPr>
        <w:t>. These harnesses are not from Allison Transmission, but are from vehicle manufacturer (OEM) Yutong.</w:t>
      </w:r>
    </w:p>
    <w:p w14:paraId="4D70F5DC" w14:textId="77777777" w:rsidR="00133495" w:rsidRDefault="00133495" w:rsidP="00133495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46AAE720" w14:textId="77777777" w:rsidR="00FE75A2" w:rsidRPr="00DB257A" w:rsidRDefault="00FE75A2" w:rsidP="00912D3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6320ECFE" w14:textId="77777777" w:rsidR="00391E69" w:rsidRDefault="00391E69" w:rsidP="00EA3FB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0130B148" w14:textId="77777777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p w14:paraId="440DC4F0" w14:textId="77777777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184"/>
        <w:gridCol w:w="977"/>
        <w:gridCol w:w="777"/>
      </w:tblGrid>
      <w:tr w:rsidR="004E7849" w:rsidRPr="00912D3B" w14:paraId="554B971D" w14:textId="77777777" w:rsidTr="00F90DC8">
        <w:tc>
          <w:tcPr>
            <w:tcW w:w="1418" w:type="dxa"/>
            <w:shd w:val="clear" w:color="auto" w:fill="auto"/>
          </w:tcPr>
          <w:p w14:paraId="5F49045A" w14:textId="77777777" w:rsidR="004E7849" w:rsidRPr="00912D3B" w:rsidRDefault="004E7849" w:rsidP="00965D03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6184" w:type="dxa"/>
            <w:shd w:val="clear" w:color="auto" w:fill="auto"/>
          </w:tcPr>
          <w:p w14:paraId="0F38DBD9" w14:textId="77777777" w:rsidR="004E7849" w:rsidRPr="00912D3B" w:rsidRDefault="004E7849" w:rsidP="00965D03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977" w:type="dxa"/>
            <w:shd w:val="clear" w:color="auto" w:fill="auto"/>
          </w:tcPr>
          <w:p w14:paraId="1356BD92" w14:textId="77777777" w:rsidR="004E7849" w:rsidRPr="00912D3B" w:rsidRDefault="004E7849" w:rsidP="004E784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777" w:type="dxa"/>
            <w:shd w:val="clear" w:color="auto" w:fill="auto"/>
          </w:tcPr>
          <w:p w14:paraId="01B34430" w14:textId="77777777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needed</w:t>
            </w:r>
          </w:p>
        </w:tc>
      </w:tr>
      <w:tr w:rsidR="004E7849" w:rsidRPr="002E4AEB" w14:paraId="5CA12600" w14:textId="77777777" w:rsidTr="00F90DC8">
        <w:tc>
          <w:tcPr>
            <w:tcW w:w="1418" w:type="dxa"/>
            <w:shd w:val="clear" w:color="auto" w:fill="auto"/>
          </w:tcPr>
          <w:p w14:paraId="4FF11DC9" w14:textId="77777777" w:rsidR="004E7849" w:rsidRPr="00912D3B" w:rsidRDefault="00881C44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11111111</w:t>
            </w:r>
          </w:p>
        </w:tc>
        <w:tc>
          <w:tcPr>
            <w:tcW w:w="6184" w:type="dxa"/>
            <w:shd w:val="clear" w:color="auto" w:fill="auto"/>
          </w:tcPr>
          <w:p w14:paraId="7010883A" w14:textId="77777777" w:rsidR="004E7849" w:rsidRPr="00912D3B" w:rsidRDefault="00881C44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Travel to jobsite and back home. </w:t>
            </w:r>
          </w:p>
        </w:tc>
        <w:tc>
          <w:tcPr>
            <w:tcW w:w="977" w:type="dxa"/>
            <w:shd w:val="clear" w:color="auto" w:fill="auto"/>
          </w:tcPr>
          <w:p w14:paraId="4546FB9A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4F2F1764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E7849" w:rsidRPr="00FE75A2" w14:paraId="31671CC1" w14:textId="77777777" w:rsidTr="00F90DC8">
        <w:tc>
          <w:tcPr>
            <w:tcW w:w="1418" w:type="dxa"/>
            <w:shd w:val="clear" w:color="auto" w:fill="auto"/>
          </w:tcPr>
          <w:p w14:paraId="2D3BC390" w14:textId="3DAB9C48" w:rsidR="004E7849" w:rsidRPr="00912D3B" w:rsidRDefault="0019279C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00094011</w:t>
            </w:r>
          </w:p>
        </w:tc>
        <w:tc>
          <w:tcPr>
            <w:tcW w:w="6184" w:type="dxa"/>
            <w:shd w:val="clear" w:color="auto" w:fill="auto"/>
          </w:tcPr>
          <w:p w14:paraId="68CA44ED" w14:textId="27B66CFD" w:rsidR="004E7849" w:rsidRPr="00912D3B" w:rsidRDefault="0019279C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R&amp;R underfloor protection plate to get access to transmission</w:t>
            </w:r>
          </w:p>
        </w:tc>
        <w:tc>
          <w:tcPr>
            <w:tcW w:w="977" w:type="dxa"/>
            <w:shd w:val="clear" w:color="auto" w:fill="auto"/>
          </w:tcPr>
          <w:p w14:paraId="32C31B3B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01F865D4" w14:textId="0777A9C4" w:rsidR="004E7849" w:rsidRPr="00912D3B" w:rsidRDefault="0019279C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</w:tr>
      <w:tr w:rsidR="004E7849" w:rsidRPr="00FE75A2" w14:paraId="6E9886AD" w14:textId="77777777" w:rsidTr="00F90DC8">
        <w:tc>
          <w:tcPr>
            <w:tcW w:w="1418" w:type="dxa"/>
            <w:shd w:val="clear" w:color="auto" w:fill="auto"/>
          </w:tcPr>
          <w:p w14:paraId="5BC6EE6F" w14:textId="0A987326" w:rsidR="004E7849" w:rsidRPr="00912D3B" w:rsidRDefault="0019279C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00096901</w:t>
            </w:r>
          </w:p>
        </w:tc>
        <w:tc>
          <w:tcPr>
            <w:tcW w:w="6184" w:type="dxa"/>
            <w:shd w:val="clear" w:color="auto" w:fill="auto"/>
          </w:tcPr>
          <w:p w14:paraId="79B5EC64" w14:textId="101AB291" w:rsidR="004E7849" w:rsidRPr="00912D3B" w:rsidRDefault="0019279C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Diagnostics with Allison DOC, Snapshot, Data records</w:t>
            </w:r>
          </w:p>
        </w:tc>
        <w:tc>
          <w:tcPr>
            <w:tcW w:w="977" w:type="dxa"/>
            <w:shd w:val="clear" w:color="auto" w:fill="auto"/>
          </w:tcPr>
          <w:p w14:paraId="533AB0E3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0DA0D859" w14:textId="2D5434D9" w:rsidR="004E7849" w:rsidRPr="00912D3B" w:rsidRDefault="0019279C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</w:tr>
      <w:tr w:rsidR="004E7849" w:rsidRPr="00FE75A2" w14:paraId="5D1BDCA7" w14:textId="77777777" w:rsidTr="00F90DC8">
        <w:tc>
          <w:tcPr>
            <w:tcW w:w="1418" w:type="dxa"/>
            <w:shd w:val="clear" w:color="auto" w:fill="auto"/>
          </w:tcPr>
          <w:p w14:paraId="6C738B76" w14:textId="2E220F0D" w:rsidR="004E7849" w:rsidRPr="00912D3B" w:rsidRDefault="0019279C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00096900</w:t>
            </w:r>
          </w:p>
        </w:tc>
        <w:tc>
          <w:tcPr>
            <w:tcW w:w="6184" w:type="dxa"/>
            <w:shd w:val="clear" w:color="auto" w:fill="auto"/>
          </w:tcPr>
          <w:p w14:paraId="27BA2E5F" w14:textId="43A491FE" w:rsidR="004E7849" w:rsidRPr="00912D3B" w:rsidRDefault="0019279C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Negotiation with customer fleet manager.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Organisation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of job at fleet</w:t>
            </w:r>
          </w:p>
        </w:tc>
        <w:tc>
          <w:tcPr>
            <w:tcW w:w="977" w:type="dxa"/>
            <w:shd w:val="clear" w:color="auto" w:fill="auto"/>
          </w:tcPr>
          <w:p w14:paraId="2C91B9C5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6D908A70" w14:textId="7630F406" w:rsidR="004E7849" w:rsidRPr="00912D3B" w:rsidRDefault="0019279C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0.5</w:t>
            </w:r>
          </w:p>
        </w:tc>
      </w:tr>
      <w:tr w:rsidR="004E7849" w:rsidRPr="00FE75A2" w14:paraId="6667093A" w14:textId="77777777" w:rsidTr="00F90DC8">
        <w:tc>
          <w:tcPr>
            <w:tcW w:w="1418" w:type="dxa"/>
            <w:shd w:val="clear" w:color="auto" w:fill="auto"/>
          </w:tcPr>
          <w:p w14:paraId="10ECD726" w14:textId="2D81B96C" w:rsidR="004E7849" w:rsidRPr="00912D3B" w:rsidRDefault="002E4AEB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00094006</w:t>
            </w:r>
          </w:p>
        </w:tc>
        <w:tc>
          <w:tcPr>
            <w:tcW w:w="6184" w:type="dxa"/>
            <w:shd w:val="clear" w:color="auto" w:fill="auto"/>
          </w:tcPr>
          <w:p w14:paraId="69069688" w14:textId="00B45D5B" w:rsidR="004E7849" w:rsidRPr="00912D3B" w:rsidRDefault="002E4AEB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Steam clean</w:t>
            </w:r>
          </w:p>
        </w:tc>
        <w:tc>
          <w:tcPr>
            <w:tcW w:w="977" w:type="dxa"/>
            <w:shd w:val="clear" w:color="auto" w:fill="auto"/>
          </w:tcPr>
          <w:p w14:paraId="3CC9D56B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260D46EF" w14:textId="4C0AE8A9" w:rsidR="004E7849" w:rsidRPr="00912D3B" w:rsidRDefault="002E4AEB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0,5</w:t>
            </w:r>
          </w:p>
        </w:tc>
      </w:tr>
      <w:tr w:rsidR="004E7849" w:rsidRPr="00FE75A2" w14:paraId="0C2CCBAA" w14:textId="77777777" w:rsidTr="00F90DC8">
        <w:tc>
          <w:tcPr>
            <w:tcW w:w="1418" w:type="dxa"/>
            <w:shd w:val="clear" w:color="auto" w:fill="auto"/>
          </w:tcPr>
          <w:p w14:paraId="19D9DE13" w14:textId="1705D7EF" w:rsidR="004E7849" w:rsidRPr="00912D3B" w:rsidRDefault="002E4AEB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00094701</w:t>
            </w:r>
          </w:p>
        </w:tc>
        <w:tc>
          <w:tcPr>
            <w:tcW w:w="6184" w:type="dxa"/>
            <w:shd w:val="clear" w:color="auto" w:fill="auto"/>
          </w:tcPr>
          <w:p w14:paraId="562936DF" w14:textId="4123C18E" w:rsidR="004E7849" w:rsidRPr="00912D3B" w:rsidRDefault="002E4AEB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R&amp;R TCM</w:t>
            </w:r>
          </w:p>
        </w:tc>
        <w:tc>
          <w:tcPr>
            <w:tcW w:w="977" w:type="dxa"/>
            <w:shd w:val="clear" w:color="auto" w:fill="auto"/>
          </w:tcPr>
          <w:p w14:paraId="062AFD28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3A3E8979" w14:textId="601DAC55" w:rsidR="004E7849" w:rsidRPr="00912D3B" w:rsidRDefault="002E4AEB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0,4</w:t>
            </w:r>
          </w:p>
        </w:tc>
      </w:tr>
      <w:tr w:rsidR="004E7849" w:rsidRPr="00FE75A2" w14:paraId="58F4274C" w14:textId="77777777" w:rsidTr="00F90DC8">
        <w:tc>
          <w:tcPr>
            <w:tcW w:w="1418" w:type="dxa"/>
            <w:shd w:val="clear" w:color="auto" w:fill="auto"/>
          </w:tcPr>
          <w:p w14:paraId="2D8DF108" w14:textId="5D9C2F8E" w:rsidR="004E7849" w:rsidRPr="00912D3B" w:rsidRDefault="002E4AEB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00096401</w:t>
            </w:r>
          </w:p>
        </w:tc>
        <w:tc>
          <w:tcPr>
            <w:tcW w:w="6184" w:type="dxa"/>
            <w:shd w:val="clear" w:color="auto" w:fill="auto"/>
          </w:tcPr>
          <w:p w14:paraId="39648331" w14:textId="798E3B31" w:rsidR="004E7849" w:rsidRPr="00912D3B" w:rsidRDefault="002E4AEB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Test drive</w:t>
            </w:r>
          </w:p>
        </w:tc>
        <w:tc>
          <w:tcPr>
            <w:tcW w:w="977" w:type="dxa"/>
            <w:shd w:val="clear" w:color="auto" w:fill="auto"/>
          </w:tcPr>
          <w:p w14:paraId="6009CCFC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7309C5BF" w14:textId="758D85FF" w:rsidR="004E7849" w:rsidRPr="00912D3B" w:rsidRDefault="002E4AEB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  <w:tr w:rsidR="004E7849" w:rsidRPr="00FE75A2" w14:paraId="5DD643C4" w14:textId="77777777" w:rsidTr="00F90DC8">
        <w:tc>
          <w:tcPr>
            <w:tcW w:w="1418" w:type="dxa"/>
            <w:shd w:val="clear" w:color="auto" w:fill="auto"/>
          </w:tcPr>
          <w:p w14:paraId="299472A4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14:paraId="3EFEC3DC" w14:textId="77777777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7" w:type="dxa"/>
            <w:shd w:val="clear" w:color="auto" w:fill="auto"/>
          </w:tcPr>
          <w:p w14:paraId="4EACB74C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5300B96C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7E4C732C" w14:textId="77777777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9356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7087"/>
        <w:gridCol w:w="851"/>
      </w:tblGrid>
      <w:tr w:rsidR="000B262D" w:rsidRPr="00DF5DEF" w14:paraId="1E045277" w14:textId="77777777" w:rsidTr="00A656F9">
        <w:tc>
          <w:tcPr>
            <w:tcW w:w="1418" w:type="dxa"/>
          </w:tcPr>
          <w:p w14:paraId="55EB657B" w14:textId="77777777" w:rsidR="000B262D" w:rsidRPr="00A4750F" w:rsidRDefault="000B262D" w:rsidP="009D0D06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9D0D0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7087" w:type="dxa"/>
            <w:vAlign w:val="center"/>
          </w:tcPr>
          <w:p w14:paraId="42A0FB52" w14:textId="77777777" w:rsidR="000B262D" w:rsidRPr="009D0D06" w:rsidRDefault="009D0D06" w:rsidP="009D0D06">
            <w:pPr>
              <w:rPr>
                <w:rFonts w:ascii="Arial" w:hAnsi="Arial" w:cs="Tahoma"/>
                <w:b/>
                <w:sz w:val="18"/>
                <w:szCs w:val="18"/>
              </w:rPr>
            </w:pPr>
            <w:r w:rsidRPr="00881C44">
              <w:rPr>
                <w:rFonts w:ascii="Arial" w:hAnsi="Arial" w:cs="Tahoma"/>
                <w:b/>
                <w:sz w:val="18"/>
                <w:szCs w:val="18"/>
                <w:lang w:val="en-US"/>
              </w:rPr>
              <w:t xml:space="preserve"> Part Desc</w:t>
            </w:r>
            <w:proofErr w:type="spellStart"/>
            <w:r>
              <w:rPr>
                <w:rFonts w:ascii="Arial" w:hAnsi="Arial" w:cs="Tahoma"/>
                <w:b/>
                <w:sz w:val="18"/>
                <w:szCs w:val="18"/>
              </w:rPr>
              <w:t>ription</w:t>
            </w:r>
            <w:proofErr w:type="spellEnd"/>
          </w:p>
        </w:tc>
        <w:tc>
          <w:tcPr>
            <w:tcW w:w="851" w:type="dxa"/>
            <w:vAlign w:val="center"/>
          </w:tcPr>
          <w:p w14:paraId="34D65840" w14:textId="77777777" w:rsidR="000B262D" w:rsidRPr="009D0D06" w:rsidRDefault="000B262D" w:rsidP="009D0D06">
            <w:pPr>
              <w:tabs>
                <w:tab w:val="left" w:pos="735"/>
              </w:tabs>
              <w:jc w:val="right"/>
              <w:rPr>
                <w:rFonts w:ascii="Arial" w:hAnsi="Arial" w:cs="Tahoma"/>
                <w:b/>
                <w:sz w:val="20"/>
                <w:szCs w:val="20"/>
              </w:rPr>
            </w:pPr>
            <w:proofErr w:type="spellStart"/>
            <w:r w:rsidRPr="009D0D06">
              <w:rPr>
                <w:rFonts w:ascii="Arial" w:hAnsi="Arial" w:cs="Tahoma"/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0B262D" w14:paraId="6CD84A30" w14:textId="77777777" w:rsidTr="00A656F9">
        <w:tc>
          <w:tcPr>
            <w:tcW w:w="1418" w:type="dxa"/>
          </w:tcPr>
          <w:p w14:paraId="26DC5016" w14:textId="77777777" w:rsidR="000B262D" w:rsidRPr="00591318" w:rsidRDefault="000B262D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6CF91FF3" w14:textId="77777777" w:rsidR="000B262D" w:rsidRPr="00297071" w:rsidRDefault="000B262D" w:rsidP="009D0D06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2C4BA3D1" w14:textId="77777777" w:rsidR="000B262D" w:rsidRPr="009D0D06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14:paraId="05B2AF78" w14:textId="77777777" w:rsidTr="00A656F9">
        <w:tc>
          <w:tcPr>
            <w:tcW w:w="1418" w:type="dxa"/>
          </w:tcPr>
          <w:p w14:paraId="40A2F54B" w14:textId="77777777" w:rsidR="000B262D" w:rsidRPr="00B84A5B" w:rsidRDefault="000B262D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46A920C7" w14:textId="77777777" w:rsidR="000B262D" w:rsidRPr="00297071" w:rsidRDefault="000B262D" w:rsidP="009D0D06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615B46A9" w14:textId="77777777" w:rsidR="000B262D" w:rsidRPr="009D0D06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14:paraId="46BD5476" w14:textId="77777777" w:rsidTr="00A656F9">
        <w:tc>
          <w:tcPr>
            <w:tcW w:w="1418" w:type="dxa"/>
          </w:tcPr>
          <w:p w14:paraId="33023B8D" w14:textId="77777777" w:rsidR="000B262D" w:rsidRPr="00B84A5B" w:rsidRDefault="000B262D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77B36976" w14:textId="77777777" w:rsidR="000B262D" w:rsidRPr="00650D5E" w:rsidRDefault="000B262D" w:rsidP="009D0D06">
            <w:pPr>
              <w:pStyle w:val="StandardWeb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38E1BA85" w14:textId="77777777" w:rsidR="000B262D" w:rsidRPr="009D0D06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14:paraId="011D657E" w14:textId="77777777" w:rsidTr="00A656F9">
        <w:tc>
          <w:tcPr>
            <w:tcW w:w="1418" w:type="dxa"/>
          </w:tcPr>
          <w:p w14:paraId="3D00106D" w14:textId="77777777" w:rsidR="000B262D" w:rsidRPr="00016337" w:rsidRDefault="000B262D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4682E85C" w14:textId="77777777" w:rsidR="000B262D" w:rsidRPr="00DF5DEF" w:rsidRDefault="000B262D" w:rsidP="009D0D06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2718E532" w14:textId="77777777" w:rsidR="000B262D" w:rsidRPr="009D0D06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14:paraId="601996D2" w14:textId="77777777" w:rsidTr="00A656F9">
        <w:tc>
          <w:tcPr>
            <w:tcW w:w="1418" w:type="dxa"/>
          </w:tcPr>
          <w:p w14:paraId="5FCB3A55" w14:textId="77777777" w:rsidR="000B262D" w:rsidRPr="00650D5E" w:rsidRDefault="000B262D" w:rsidP="009D0D06">
            <w:pPr>
              <w:pStyle w:val="indent1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1289CB7D" w14:textId="77777777" w:rsidR="000B262D" w:rsidRPr="00297071" w:rsidRDefault="000B262D" w:rsidP="009D0D06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4B503BF9" w14:textId="77777777" w:rsidR="000B262D" w:rsidRPr="009D0D06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50BBEE8C" w14:textId="77777777" w:rsidR="004E7849" w:rsidRDefault="004E7849" w:rsidP="004A02EC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1"/>
        <w:gridCol w:w="4740"/>
        <w:gridCol w:w="1264"/>
        <w:gridCol w:w="983"/>
        <w:gridCol w:w="848"/>
      </w:tblGrid>
      <w:tr w:rsidR="00A4750F" w:rsidRPr="00495E63" w14:paraId="4755CA0C" w14:textId="77777777" w:rsidTr="00A656F9">
        <w:tc>
          <w:tcPr>
            <w:tcW w:w="1418" w:type="dxa"/>
            <w:shd w:val="clear" w:color="auto" w:fill="auto"/>
          </w:tcPr>
          <w:p w14:paraId="54BB5F27" w14:textId="77777777" w:rsidR="00A4750F" w:rsidRPr="00A4750F" w:rsidRDefault="00A4750F" w:rsidP="00785AB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Net item type</w:t>
            </w:r>
          </w:p>
        </w:tc>
        <w:tc>
          <w:tcPr>
            <w:tcW w:w="4819" w:type="dxa"/>
            <w:shd w:val="clear" w:color="auto" w:fill="auto"/>
          </w:tcPr>
          <w:p w14:paraId="333E4365" w14:textId="77777777" w:rsidR="00A4750F" w:rsidRPr="00495E63" w:rsidRDefault="00A4750F" w:rsidP="00785AB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Net item </w:t>
            </w:r>
            <w:r w:rsidRPr="00495E63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276" w:type="dxa"/>
            <w:shd w:val="clear" w:color="auto" w:fill="auto"/>
          </w:tcPr>
          <w:p w14:paraId="76AC4691" w14:textId="77777777" w:rsidR="00A4750F" w:rsidRPr="00A4750F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A4750F">
              <w:rPr>
                <w:rFonts w:ascii="Arial" w:hAnsi="Arial" w:cs="Arial"/>
                <w:sz w:val="20"/>
                <w:szCs w:val="20"/>
              </w:rPr>
              <w:t>ross</w:t>
            </w:r>
            <w:r>
              <w:rPr>
                <w:rFonts w:ascii="Arial" w:hAnsi="Arial" w:cs="Arial"/>
                <w:sz w:val="20"/>
                <w:szCs w:val="20"/>
              </w:rPr>
              <w:t xml:space="preserve"> (incl. VAT)</w:t>
            </w:r>
          </w:p>
        </w:tc>
        <w:tc>
          <w:tcPr>
            <w:tcW w:w="992" w:type="dxa"/>
            <w:shd w:val="clear" w:color="auto" w:fill="auto"/>
          </w:tcPr>
          <w:p w14:paraId="4A1C1074" w14:textId="77777777" w:rsidR="00A4750F" w:rsidRPr="00A4750F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VAT</w:t>
            </w:r>
          </w:p>
        </w:tc>
        <w:tc>
          <w:tcPr>
            <w:tcW w:w="851" w:type="dxa"/>
            <w:shd w:val="clear" w:color="auto" w:fill="auto"/>
          </w:tcPr>
          <w:p w14:paraId="31AFFBA5" w14:textId="29AA9819" w:rsidR="00A4750F" w:rsidRPr="00A4750F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</w:t>
            </w:r>
            <w:r w:rsidR="0036725D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</w:tr>
      <w:tr w:rsidR="00A4750F" w:rsidRPr="0036725D" w14:paraId="063A5CC3" w14:textId="77777777" w:rsidTr="00A656F9">
        <w:tc>
          <w:tcPr>
            <w:tcW w:w="1418" w:type="dxa"/>
            <w:shd w:val="clear" w:color="auto" w:fill="auto"/>
          </w:tcPr>
          <w:p w14:paraId="413517C9" w14:textId="47384A40" w:rsidR="00A4750F" w:rsidRPr="00495E63" w:rsidRDefault="0036725D" w:rsidP="00785A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-X-</w:t>
            </w:r>
          </w:p>
        </w:tc>
        <w:tc>
          <w:tcPr>
            <w:tcW w:w="4819" w:type="dxa"/>
            <w:shd w:val="clear" w:color="auto" w:fill="auto"/>
          </w:tcPr>
          <w:p w14:paraId="2CDE434D" w14:textId="6926758A" w:rsidR="00A4750F" w:rsidRPr="0036725D" w:rsidRDefault="0036725D" w:rsidP="00785A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725D">
              <w:rPr>
                <w:rFonts w:ascii="Arial" w:hAnsi="Arial" w:cs="Arial"/>
                <w:sz w:val="20"/>
                <w:szCs w:val="20"/>
                <w:lang w:val="en-US"/>
              </w:rPr>
              <w:t>12% Uzbekistan VAT on net to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tal amount</w:t>
            </w:r>
          </w:p>
        </w:tc>
        <w:tc>
          <w:tcPr>
            <w:tcW w:w="1276" w:type="dxa"/>
            <w:shd w:val="clear" w:color="auto" w:fill="auto"/>
          </w:tcPr>
          <w:p w14:paraId="65C8AD2C" w14:textId="77777777" w:rsidR="00A4750F" w:rsidRPr="0036725D" w:rsidRDefault="00A4750F" w:rsidP="00785A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EA866C5" w14:textId="77777777" w:rsidR="00A4750F" w:rsidRPr="0036725D" w:rsidRDefault="00A4750F" w:rsidP="00785A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14:paraId="7D7B8215" w14:textId="2B4548DD" w:rsidR="00A4750F" w:rsidRPr="0036725D" w:rsidRDefault="0036725D" w:rsidP="00785A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66,23</w:t>
            </w:r>
          </w:p>
        </w:tc>
      </w:tr>
      <w:tr w:rsidR="00A4750F" w:rsidRPr="0036725D" w14:paraId="15863388" w14:textId="77777777" w:rsidTr="00A656F9">
        <w:tc>
          <w:tcPr>
            <w:tcW w:w="1418" w:type="dxa"/>
            <w:shd w:val="clear" w:color="auto" w:fill="auto"/>
          </w:tcPr>
          <w:p w14:paraId="08056582" w14:textId="77777777" w:rsidR="00A4750F" w:rsidRPr="0036725D" w:rsidRDefault="00A4750F" w:rsidP="00785A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9" w:type="dxa"/>
            <w:shd w:val="clear" w:color="auto" w:fill="auto"/>
          </w:tcPr>
          <w:p w14:paraId="5213D656" w14:textId="77777777" w:rsidR="00A4750F" w:rsidRPr="0036725D" w:rsidRDefault="00A4750F" w:rsidP="00785A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E127E3A" w14:textId="77777777" w:rsidR="00A4750F" w:rsidRPr="0036725D" w:rsidRDefault="00A4750F" w:rsidP="00785A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68160DF" w14:textId="77777777" w:rsidR="00A4750F" w:rsidRPr="0036725D" w:rsidRDefault="00A4750F" w:rsidP="00785A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14:paraId="2C6E10C5" w14:textId="77777777" w:rsidR="00A4750F" w:rsidRPr="0036725D" w:rsidRDefault="00A4750F" w:rsidP="00785A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50F" w:rsidRPr="0036725D" w14:paraId="3EEF71F9" w14:textId="77777777" w:rsidTr="00A656F9">
        <w:tc>
          <w:tcPr>
            <w:tcW w:w="1418" w:type="dxa"/>
            <w:shd w:val="clear" w:color="auto" w:fill="auto"/>
          </w:tcPr>
          <w:p w14:paraId="58739357" w14:textId="77777777" w:rsidR="00A4750F" w:rsidRPr="0036725D" w:rsidRDefault="00A4750F" w:rsidP="00785A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9" w:type="dxa"/>
            <w:shd w:val="clear" w:color="auto" w:fill="auto"/>
          </w:tcPr>
          <w:p w14:paraId="64E84D84" w14:textId="77777777" w:rsidR="00A4750F" w:rsidRPr="0036725D" w:rsidRDefault="00A4750F" w:rsidP="00785A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EF2A3C9" w14:textId="77777777" w:rsidR="00A4750F" w:rsidRPr="0036725D" w:rsidRDefault="00A4750F" w:rsidP="00785A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D821FE5" w14:textId="77777777" w:rsidR="00A4750F" w:rsidRPr="0036725D" w:rsidRDefault="00A4750F" w:rsidP="00785A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14:paraId="040E9825" w14:textId="77777777" w:rsidR="00A4750F" w:rsidRPr="0036725D" w:rsidRDefault="00A4750F" w:rsidP="00785A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50F" w:rsidRPr="0036725D" w14:paraId="5F497153" w14:textId="77777777" w:rsidTr="00A656F9">
        <w:tc>
          <w:tcPr>
            <w:tcW w:w="1418" w:type="dxa"/>
            <w:shd w:val="clear" w:color="auto" w:fill="auto"/>
          </w:tcPr>
          <w:p w14:paraId="02F42F95" w14:textId="77777777" w:rsidR="00A4750F" w:rsidRPr="0036725D" w:rsidRDefault="00A4750F" w:rsidP="00785A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9" w:type="dxa"/>
            <w:shd w:val="clear" w:color="auto" w:fill="auto"/>
          </w:tcPr>
          <w:p w14:paraId="6CD21D99" w14:textId="77777777" w:rsidR="00A4750F" w:rsidRPr="0036725D" w:rsidRDefault="00A4750F" w:rsidP="00785A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3C678CF" w14:textId="77777777" w:rsidR="00A4750F" w:rsidRPr="0036725D" w:rsidRDefault="00A4750F" w:rsidP="00785A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0158248" w14:textId="77777777" w:rsidR="00A4750F" w:rsidRPr="0036725D" w:rsidRDefault="00A4750F" w:rsidP="00785A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14:paraId="5433B8E8" w14:textId="77777777" w:rsidR="00A4750F" w:rsidRPr="0036725D" w:rsidRDefault="00A4750F" w:rsidP="00785A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1F8D6ADA" w14:textId="77777777" w:rsidR="00FB5498" w:rsidRPr="0036725D" w:rsidRDefault="00FB5498">
      <w:pPr>
        <w:rPr>
          <w:rFonts w:ascii="Arial" w:hAnsi="Arial" w:cs="Arial"/>
          <w:sz w:val="20"/>
          <w:szCs w:val="20"/>
          <w:lang w:val="en-US"/>
        </w:rPr>
      </w:pPr>
    </w:p>
    <w:sectPr w:rsidR="00FB5498" w:rsidRPr="0036725D" w:rsidSect="007969C8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02274217"/>
    <w:multiLevelType w:val="hybridMultilevel"/>
    <w:tmpl w:val="77B4A4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805496"/>
    <w:multiLevelType w:val="hybridMultilevel"/>
    <w:tmpl w:val="832E13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071A1"/>
    <w:multiLevelType w:val="hybridMultilevel"/>
    <w:tmpl w:val="EF8A3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106361"/>
    <w:multiLevelType w:val="hybridMultilevel"/>
    <w:tmpl w:val="72F49E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5450349">
    <w:abstractNumId w:val="11"/>
  </w:num>
  <w:num w:numId="2" w16cid:durableId="782500180">
    <w:abstractNumId w:val="3"/>
  </w:num>
  <w:num w:numId="3" w16cid:durableId="770079617">
    <w:abstractNumId w:val="1"/>
  </w:num>
  <w:num w:numId="4" w16cid:durableId="380061245">
    <w:abstractNumId w:val="0"/>
  </w:num>
  <w:num w:numId="5" w16cid:durableId="84112043">
    <w:abstractNumId w:val="9"/>
  </w:num>
  <w:num w:numId="6" w16cid:durableId="604113869">
    <w:abstractNumId w:val="5"/>
  </w:num>
  <w:num w:numId="7" w16cid:durableId="2024354744">
    <w:abstractNumId w:val="7"/>
  </w:num>
  <w:num w:numId="8" w16cid:durableId="1330133397">
    <w:abstractNumId w:val="6"/>
  </w:num>
  <w:num w:numId="9" w16cid:durableId="984118866">
    <w:abstractNumId w:val="2"/>
  </w:num>
  <w:num w:numId="10" w16cid:durableId="151221782">
    <w:abstractNumId w:val="4"/>
  </w:num>
  <w:num w:numId="11" w16cid:durableId="586579621">
    <w:abstractNumId w:val="8"/>
  </w:num>
  <w:num w:numId="12" w16cid:durableId="3296731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495"/>
    <w:rsid w:val="00001C8E"/>
    <w:rsid w:val="00013636"/>
    <w:rsid w:val="00022609"/>
    <w:rsid w:val="00025A35"/>
    <w:rsid w:val="000330C0"/>
    <w:rsid w:val="000443BC"/>
    <w:rsid w:val="00053988"/>
    <w:rsid w:val="00070A1F"/>
    <w:rsid w:val="000806A3"/>
    <w:rsid w:val="000B262D"/>
    <w:rsid w:val="000B798A"/>
    <w:rsid w:val="000F0775"/>
    <w:rsid w:val="0013261D"/>
    <w:rsid w:val="00133495"/>
    <w:rsid w:val="00146F5A"/>
    <w:rsid w:val="0019162A"/>
    <w:rsid w:val="0019279C"/>
    <w:rsid w:val="001B1621"/>
    <w:rsid w:val="00211886"/>
    <w:rsid w:val="002432A5"/>
    <w:rsid w:val="00270979"/>
    <w:rsid w:val="00271D47"/>
    <w:rsid w:val="002E4AEB"/>
    <w:rsid w:val="00366BC9"/>
    <w:rsid w:val="0036725D"/>
    <w:rsid w:val="00391E69"/>
    <w:rsid w:val="00394FBA"/>
    <w:rsid w:val="003B2495"/>
    <w:rsid w:val="003D79A0"/>
    <w:rsid w:val="003E287E"/>
    <w:rsid w:val="003E73BB"/>
    <w:rsid w:val="00412E81"/>
    <w:rsid w:val="00463133"/>
    <w:rsid w:val="00477467"/>
    <w:rsid w:val="004A02EC"/>
    <w:rsid w:val="004B709E"/>
    <w:rsid w:val="004C0695"/>
    <w:rsid w:val="004C1934"/>
    <w:rsid w:val="004E7124"/>
    <w:rsid w:val="004E7849"/>
    <w:rsid w:val="00507AC2"/>
    <w:rsid w:val="005967E0"/>
    <w:rsid w:val="005D51B9"/>
    <w:rsid w:val="005D7075"/>
    <w:rsid w:val="0065737B"/>
    <w:rsid w:val="00667A8E"/>
    <w:rsid w:val="0067162E"/>
    <w:rsid w:val="006858CB"/>
    <w:rsid w:val="006E07F0"/>
    <w:rsid w:val="00710AD7"/>
    <w:rsid w:val="00744D6A"/>
    <w:rsid w:val="007969C8"/>
    <w:rsid w:val="00812B0C"/>
    <w:rsid w:val="00820586"/>
    <w:rsid w:val="00840351"/>
    <w:rsid w:val="00862AB1"/>
    <w:rsid w:val="00874BB4"/>
    <w:rsid w:val="00881C44"/>
    <w:rsid w:val="00893F3C"/>
    <w:rsid w:val="008C664A"/>
    <w:rsid w:val="00912D3B"/>
    <w:rsid w:val="00915724"/>
    <w:rsid w:val="009343DA"/>
    <w:rsid w:val="009D0D06"/>
    <w:rsid w:val="009F7B5D"/>
    <w:rsid w:val="00A17456"/>
    <w:rsid w:val="00A367E0"/>
    <w:rsid w:val="00A4750F"/>
    <w:rsid w:val="00A656F9"/>
    <w:rsid w:val="00A83BA2"/>
    <w:rsid w:val="00AB4CC6"/>
    <w:rsid w:val="00AD0041"/>
    <w:rsid w:val="00AF55A4"/>
    <w:rsid w:val="00B53A39"/>
    <w:rsid w:val="00B72E22"/>
    <w:rsid w:val="00B876A2"/>
    <w:rsid w:val="00B926F6"/>
    <w:rsid w:val="00BB1F03"/>
    <w:rsid w:val="00BF1629"/>
    <w:rsid w:val="00C27E56"/>
    <w:rsid w:val="00C34F0A"/>
    <w:rsid w:val="00C474D4"/>
    <w:rsid w:val="00C8385E"/>
    <w:rsid w:val="00C86384"/>
    <w:rsid w:val="00D5751E"/>
    <w:rsid w:val="00D60371"/>
    <w:rsid w:val="00DB257A"/>
    <w:rsid w:val="00DD4416"/>
    <w:rsid w:val="00DE46D0"/>
    <w:rsid w:val="00E026CB"/>
    <w:rsid w:val="00E2222D"/>
    <w:rsid w:val="00E76CBD"/>
    <w:rsid w:val="00EA3FBB"/>
    <w:rsid w:val="00EA5905"/>
    <w:rsid w:val="00EC75A1"/>
    <w:rsid w:val="00ED1C05"/>
    <w:rsid w:val="00F72AFE"/>
    <w:rsid w:val="00F90DC8"/>
    <w:rsid w:val="00FA1E1F"/>
    <w:rsid w:val="00FB5498"/>
    <w:rsid w:val="00FC0A78"/>
    <w:rsid w:val="00FD034D"/>
    <w:rsid w:val="00FE3294"/>
    <w:rsid w:val="00FE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|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ru-RU"/>
    </w:rPr>
  </w:style>
  <w:style w:type="paragraph" w:styleId="berschrift1">
    <w:name w:val="heading 1"/>
    <w:basedOn w:val="Standard"/>
    <w:next w:val="Standard"/>
    <w:link w:val="berschrift1Zchn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Textkrper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Textkrper">
    <w:name w:val="Body Text"/>
    <w:basedOn w:val="Standard"/>
    <w:rsid w:val="005D7075"/>
    <w:pPr>
      <w:spacing w:after="120"/>
    </w:pPr>
  </w:style>
  <w:style w:type="character" w:customStyle="1" w:styleId="berschrift1Zchn">
    <w:name w:val="Überschrift 1 Zchn"/>
    <w:link w:val="berschrift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B5498"/>
    <w:pPr>
      <w:ind w:left="708"/>
    </w:pPr>
  </w:style>
  <w:style w:type="paragraph" w:styleId="Sprechblasentext">
    <w:name w:val="Balloon Text"/>
    <w:basedOn w:val="Standard"/>
    <w:link w:val="SprechblasentextZchn"/>
    <w:rsid w:val="00DB25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StandardWeb">
    <w:name w:val="Normal (Web)"/>
    <w:basedOn w:val="Standard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Standard"/>
    <w:rsid w:val="004E784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erter@dgs-mainz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ROe.dotx</Template>
  <TotalTime>0</TotalTime>
  <Pages>2</Pages>
  <Words>436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3180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Rolf Oerter</cp:lastModifiedBy>
  <cp:revision>4</cp:revision>
  <dcterms:created xsi:type="dcterms:W3CDTF">2023-07-28T04:18:00Z</dcterms:created>
  <dcterms:modified xsi:type="dcterms:W3CDTF">2024-06-20T18:32:00Z</dcterms:modified>
</cp:coreProperties>
</file>